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様式</w:t>
      </w:r>
      <w:r w:rsidR="006C1B15" w:rsidRPr="00EB050B">
        <w:rPr>
          <w:rFonts w:ascii="ＭＳ 明朝" w:hAnsi="ＭＳ 明朝" w:hint="eastAsia"/>
        </w:rPr>
        <w:t>第</w:t>
      </w:r>
      <w:r w:rsidR="00AC6BAD" w:rsidRPr="00EB050B">
        <w:rPr>
          <w:rFonts w:ascii="ＭＳ 明朝" w:hAnsi="ＭＳ 明朝" w:hint="eastAsia"/>
        </w:rPr>
        <w:t>7</w:t>
      </w:r>
      <w:r w:rsidR="00230FC6" w:rsidRPr="00EB050B">
        <w:rPr>
          <w:rFonts w:ascii="ＭＳ 明朝" w:hAnsi="ＭＳ 明朝" w:hint="eastAsia"/>
        </w:rPr>
        <w:t>-</w:t>
      </w:r>
      <w:r w:rsidR="00EB2D9A" w:rsidRPr="00EB050B">
        <w:rPr>
          <w:rFonts w:ascii="ＭＳ 明朝" w:hAnsi="ＭＳ 明朝" w:hint="eastAsia"/>
        </w:rPr>
        <w:t>2</w:t>
      </w:r>
      <w:r w:rsidRPr="00EB050B">
        <w:rPr>
          <w:rFonts w:ascii="ＭＳ 明朝" w:hAnsi="ＭＳ 明朝" w:hint="eastAsia"/>
        </w:rPr>
        <w:t>号（第</w:t>
      </w:r>
      <w:r w:rsidR="004B420A" w:rsidRPr="00EB050B">
        <w:rPr>
          <w:rFonts w:ascii="ＭＳ 明朝" w:hAnsi="ＭＳ 明朝" w:hint="eastAsia"/>
        </w:rPr>
        <w:t>12</w:t>
      </w:r>
      <w:r w:rsidRPr="00EB050B">
        <w:rPr>
          <w:rFonts w:ascii="ＭＳ 明朝" w:hAnsi="ＭＳ 明朝" w:hint="eastAsia"/>
        </w:rPr>
        <w:t>条関係）</w:t>
      </w:r>
    </w:p>
    <w:p w:rsidR="006F006B" w:rsidRPr="00EB050B" w:rsidRDefault="00A51F8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平成　</w:t>
      </w:r>
      <w:r w:rsidR="006F006B" w:rsidRPr="00EB050B">
        <w:rPr>
          <w:rFonts w:ascii="ＭＳ 明朝" w:hAnsi="ＭＳ 明朝" w:hint="eastAsia"/>
        </w:rPr>
        <w:t xml:space="preserve">　年　　月　　日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251EAF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公益</w:t>
      </w:r>
      <w:r w:rsidR="006F006B" w:rsidRPr="00EB050B">
        <w:rPr>
          <w:rFonts w:ascii="ＭＳ 明朝" w:hAnsi="ＭＳ 明朝" w:hint="eastAsia"/>
        </w:rPr>
        <w:t>財団法人　東京都中小企業振興公社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理　　事　　長　　</w:t>
      </w:r>
      <w:r w:rsidR="00487F68" w:rsidRPr="00EB050B">
        <w:rPr>
          <w:rFonts w:ascii="ＭＳ 明朝" w:hAnsi="ＭＳ 明朝" w:hint="eastAsia"/>
        </w:rPr>
        <w:t xml:space="preserve">　</w:t>
      </w:r>
      <w:r w:rsidRPr="00EB050B">
        <w:rPr>
          <w:rFonts w:ascii="ＭＳ 明朝" w:hAnsi="ＭＳ 明朝" w:hint="eastAsia"/>
        </w:rPr>
        <w:t>殿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6F006B">
      <w:pPr>
        <w:ind w:leftChars="2372" w:left="5218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〒　　　　　－　　　　　　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</w:t>
      </w:r>
      <w:bookmarkStart w:id="0" w:name="_GoBack"/>
      <w:bookmarkEnd w:id="0"/>
      <w:r w:rsidRPr="00EB050B">
        <w:rPr>
          <w:rFonts w:ascii="ＭＳ 明朝" w:hAnsi="ＭＳ 明朝" w:hint="eastAsia"/>
        </w:rPr>
        <w:t xml:space="preserve">　　　　　　　　　所　　在　　地　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EB050B" w:rsidRDefault="006F006B">
      <w:pPr>
        <w:ind w:firstLineChars="1700" w:firstLine="374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名　　　　　称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　　　　　　　　　電　話　番　号　　　　　　　　　</w:t>
      </w:r>
    </w:p>
    <w:p w:rsidR="006F006B" w:rsidRPr="00EB050B" w:rsidRDefault="006F006B">
      <w:pPr>
        <w:rPr>
          <w:rFonts w:ascii="ＭＳ 明朝" w:hAnsi="ＭＳ 明朝"/>
        </w:rPr>
      </w:pPr>
    </w:p>
    <w:p w:rsidR="00D33C58" w:rsidRPr="00EB050B" w:rsidRDefault="00D33C58">
      <w:pPr>
        <w:rPr>
          <w:rFonts w:ascii="ＭＳ 明朝" w:hAnsi="ＭＳ 明朝"/>
        </w:rPr>
      </w:pPr>
    </w:p>
    <w:p w:rsidR="006F006B" w:rsidRPr="00EB050B" w:rsidRDefault="00EB2D9A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EB050B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　</w:t>
      </w:r>
      <w:r w:rsidR="00A95607">
        <w:rPr>
          <w:rFonts w:ascii="ＭＳ ゴシック" w:eastAsia="ＭＳ ゴシック" w:hAnsi="ＭＳ ゴシック" w:hint="eastAsia"/>
          <w:b/>
          <w:kern w:val="0"/>
          <w:sz w:val="24"/>
        </w:rPr>
        <w:t>平成２６</w:t>
      </w:r>
      <w:r w:rsidR="006F006B" w:rsidRPr="00A51F84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A66DFD" w:rsidRPr="00A51F84">
        <w:rPr>
          <w:rFonts w:ascii="ＭＳ ゴシック" w:eastAsia="ＭＳ ゴシック" w:hAnsi="ＭＳ ゴシック" w:hint="eastAsia"/>
          <w:b/>
          <w:kern w:val="0"/>
          <w:sz w:val="24"/>
        </w:rPr>
        <w:t>中小企業経営・技術活性化助成</w:t>
      </w:r>
      <w:r w:rsidR="00A428DD" w:rsidRPr="00A51F84">
        <w:rPr>
          <w:rFonts w:ascii="ＭＳ ゴシック" w:eastAsia="ＭＳ ゴシック" w:hAnsi="ＭＳ ゴシック" w:hint="eastAsia"/>
          <w:b/>
          <w:kern w:val="0"/>
          <w:sz w:val="24"/>
        </w:rPr>
        <w:t>事業</w:t>
      </w:r>
      <w:r w:rsidR="006F006B" w:rsidRPr="00A51F84">
        <w:rPr>
          <w:rFonts w:ascii="ＭＳ ゴシック" w:eastAsia="ＭＳ ゴシック" w:hAnsi="ＭＳ ゴシック" w:hint="eastAsia"/>
          <w:b/>
          <w:kern w:val="0"/>
          <w:sz w:val="24"/>
        </w:rPr>
        <w:t>実績報告書</w:t>
      </w:r>
    </w:p>
    <w:p w:rsidR="006F006B" w:rsidRPr="00EB050B" w:rsidRDefault="006F006B">
      <w:pPr>
        <w:rPr>
          <w:rFonts w:ascii="ＭＳ 明朝" w:hAnsi="ＭＳ 明朝"/>
          <w:kern w:val="0"/>
        </w:rPr>
      </w:pPr>
    </w:p>
    <w:p w:rsidR="00D33C58" w:rsidRPr="00EB050B" w:rsidRDefault="00D33C58">
      <w:pPr>
        <w:rPr>
          <w:rFonts w:ascii="ＭＳ 明朝" w:hAnsi="ＭＳ 明朝"/>
          <w:kern w:val="0"/>
        </w:rPr>
      </w:pPr>
    </w:p>
    <w:p w:rsidR="006F006B" w:rsidRPr="00EB050B" w:rsidRDefault="00A95607" w:rsidP="00A51F84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平成２６</w:t>
      </w:r>
      <w:r w:rsidR="00E54B94" w:rsidRPr="00EB050B">
        <w:rPr>
          <w:rFonts w:ascii="ＭＳ 明朝" w:hAnsi="ＭＳ 明朝" w:hint="eastAsia"/>
        </w:rPr>
        <w:t>年</w:t>
      </w:r>
      <w:r w:rsidR="00A51F84">
        <w:rPr>
          <w:rFonts w:ascii="ＭＳ 明朝" w:hAnsi="ＭＳ 明朝" w:hint="eastAsia"/>
        </w:rPr>
        <w:t>８</w:t>
      </w:r>
      <w:r w:rsidR="00160291" w:rsidRPr="00EB050B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２５</w:t>
      </w:r>
      <w:r w:rsidR="00160291" w:rsidRPr="00EB050B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２６</w:t>
      </w:r>
      <w:r w:rsidR="00192463" w:rsidRPr="00EB050B">
        <w:rPr>
          <w:rFonts w:ascii="ＭＳ 明朝" w:hAnsi="ＭＳ 明朝" w:hint="eastAsia"/>
        </w:rPr>
        <w:t>東中企</w:t>
      </w:r>
      <w:r w:rsidR="00160291" w:rsidRPr="00EB050B">
        <w:rPr>
          <w:rFonts w:ascii="ＭＳ 明朝" w:hAnsi="ＭＳ 明朝" w:hint="eastAsia"/>
        </w:rPr>
        <w:t>助第</w:t>
      </w:r>
      <w:r>
        <w:rPr>
          <w:rFonts w:ascii="ＭＳ 明朝" w:hAnsi="ＭＳ 明朝" w:hint="eastAsia"/>
        </w:rPr>
        <w:t>８４４</w:t>
      </w:r>
      <w:r w:rsidR="006F006B" w:rsidRPr="00EB050B">
        <w:rPr>
          <w:rFonts w:ascii="ＭＳ 明朝" w:hAnsi="ＭＳ 明朝" w:hint="eastAsia"/>
        </w:rPr>
        <w:t>号をもって交付決定の通知があった</w:t>
      </w:r>
      <w:r w:rsidR="00A66DFD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事業が完了したので、下記のとおり報告いたします。</w:t>
      </w:r>
    </w:p>
    <w:p w:rsidR="006F006B" w:rsidRPr="00EB050B" w:rsidRDefault="006F006B">
      <w:pPr>
        <w:ind w:firstLineChars="100" w:firstLine="220"/>
        <w:rPr>
          <w:rFonts w:ascii="ＭＳ 明朝" w:hAnsi="ＭＳ 明朝"/>
        </w:rPr>
      </w:pPr>
    </w:p>
    <w:p w:rsidR="006F006B" w:rsidRPr="00EB050B" w:rsidRDefault="006F006B">
      <w:pPr>
        <w:pStyle w:val="a4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記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1</w:t>
      </w:r>
      <w:r w:rsidR="00BF5C45" w:rsidRPr="00EB050B">
        <w:rPr>
          <w:rFonts w:ascii="ＭＳ 明朝" w:hAnsi="ＭＳ 明朝" w:hint="eastAsia"/>
        </w:rPr>
        <w:t>．事業区分</w:t>
      </w:r>
      <w:r w:rsidR="006F006B" w:rsidRPr="00EB050B">
        <w:rPr>
          <w:rFonts w:ascii="ＭＳ 明朝" w:hAnsi="ＭＳ 明朝" w:hint="eastAsia"/>
        </w:rPr>
        <w:t xml:space="preserve">　　　</w:t>
      </w:r>
      <w:r w:rsidR="00EB2D9A" w:rsidRPr="00EB050B">
        <w:rPr>
          <w:rFonts w:ascii="ＭＳ 明朝" w:hAnsi="ＭＳ 明朝" w:hint="eastAsia"/>
        </w:rPr>
        <w:t xml:space="preserve">　　　海外展開技術支援</w:t>
      </w:r>
      <w:r w:rsidR="00A428DD" w:rsidRPr="00EB050B">
        <w:rPr>
          <w:rFonts w:ascii="ＭＳ 明朝" w:hAnsi="ＭＳ 明朝" w:hint="eastAsia"/>
        </w:rPr>
        <w:t>助成</w:t>
      </w:r>
      <w:r w:rsidR="00FA1CF9" w:rsidRPr="00EB050B">
        <w:rPr>
          <w:rFonts w:ascii="ＭＳ 明朝" w:hAnsi="ＭＳ 明朝" w:hint="eastAsia"/>
        </w:rPr>
        <w:t>事業</w:t>
      </w:r>
    </w:p>
    <w:p w:rsidR="006F006B" w:rsidRPr="00EB050B" w:rsidRDefault="006F006B">
      <w:pPr>
        <w:pStyle w:val="a5"/>
        <w:jc w:val="both"/>
        <w:rPr>
          <w:rFonts w:ascii="ＭＳ 明朝" w:hAnsi="ＭＳ 明朝"/>
        </w:rPr>
      </w:pPr>
    </w:p>
    <w:p w:rsidR="006F006B" w:rsidRPr="00EB050B" w:rsidRDefault="00AC6BAD">
      <w:pPr>
        <w:pStyle w:val="a5"/>
        <w:jc w:val="both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2</w:t>
      </w:r>
      <w:r w:rsidR="00487F68" w:rsidRPr="00EB050B">
        <w:rPr>
          <w:rFonts w:ascii="ＭＳ 明朝" w:hAnsi="ＭＳ 明朝" w:hint="eastAsia"/>
        </w:rPr>
        <w:t>．</w:t>
      </w:r>
      <w:r w:rsidR="00230FC6" w:rsidRPr="00EB050B">
        <w:rPr>
          <w:rFonts w:ascii="ＭＳ 明朝" w:hAnsi="ＭＳ 明朝" w:hint="eastAsia"/>
        </w:rPr>
        <w:t>申請</w:t>
      </w:r>
      <w:r w:rsidR="006F006B" w:rsidRPr="00EB050B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3</w:t>
      </w:r>
      <w:r w:rsidR="006F006B" w:rsidRPr="00EB050B">
        <w:rPr>
          <w:rFonts w:ascii="ＭＳ 明朝" w:hAnsi="ＭＳ 明朝" w:hint="eastAsia"/>
        </w:rPr>
        <w:t>．</w:t>
      </w:r>
      <w:r w:rsidR="00380CC0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 xml:space="preserve">事業実施期間　　　</w:t>
      </w:r>
      <w:r w:rsidR="00EB2D9A" w:rsidRPr="00EB050B">
        <w:rPr>
          <w:rFonts w:ascii="ＭＳ 明朝" w:hAnsi="ＭＳ 明朝" w:hint="eastAsia"/>
        </w:rPr>
        <w:t xml:space="preserve">　　</w:t>
      </w:r>
      <w:r w:rsidR="006F006B" w:rsidRPr="00EB050B">
        <w:rPr>
          <w:rFonts w:ascii="ＭＳ 明朝" w:hAnsi="ＭＳ 明朝" w:hint="eastAsia"/>
        </w:rPr>
        <w:t xml:space="preserve">　　　年　　　月　　　日～</w:t>
      </w:r>
      <w:r w:rsidR="00EB2D9A" w:rsidRPr="00EB050B">
        <w:rPr>
          <w:rFonts w:ascii="ＭＳ 明朝" w:hAnsi="ＭＳ 明朝" w:hint="eastAsia"/>
        </w:rPr>
        <w:t xml:space="preserve">　　</w:t>
      </w:r>
      <w:r w:rsidR="006F006B" w:rsidRPr="00EB050B">
        <w:rPr>
          <w:rFonts w:ascii="ＭＳ 明朝" w:hAnsi="ＭＳ 明朝" w:hint="eastAsia"/>
        </w:rPr>
        <w:t xml:space="preserve">　　　年　　　月　　　日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4</w:t>
      </w:r>
      <w:r w:rsidR="006F006B" w:rsidRPr="00EB050B">
        <w:rPr>
          <w:rFonts w:ascii="ＭＳ 明朝" w:hAnsi="ＭＳ 明朝" w:hint="eastAsia"/>
        </w:rPr>
        <w:t>．</w:t>
      </w:r>
      <w:r w:rsidR="00380CC0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事業実施内容及び成果</w:t>
      </w:r>
      <w:r w:rsidR="004B420A" w:rsidRPr="00EB050B">
        <w:rPr>
          <w:rFonts w:ascii="ＭＳ 明朝" w:hAnsi="ＭＳ 明朝" w:hint="eastAsia"/>
        </w:rPr>
        <w:t>・・・・・・・・・・</w:t>
      </w:r>
      <w:r w:rsidR="006F006B" w:rsidRPr="00EB050B">
        <w:rPr>
          <w:rFonts w:ascii="ＭＳ 明朝" w:hAnsi="ＭＳ 明朝" w:hint="eastAsia"/>
        </w:rPr>
        <w:t>（付表</w:t>
      </w:r>
      <w:r w:rsidR="004B420A" w:rsidRPr="00EB050B">
        <w:rPr>
          <w:rFonts w:ascii="ＭＳ 明朝" w:hAnsi="ＭＳ 明朝" w:hint="eastAsia"/>
        </w:rPr>
        <w:t>1</w:t>
      </w:r>
      <w:r w:rsidR="006F006B" w:rsidRPr="00EB050B">
        <w:rPr>
          <w:rFonts w:ascii="ＭＳ 明朝" w:hAnsi="ＭＳ 明朝" w:hint="eastAsia"/>
        </w:rPr>
        <w:t>）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5</w:t>
      </w:r>
      <w:r w:rsidR="006F006B" w:rsidRPr="00EB050B">
        <w:rPr>
          <w:rFonts w:ascii="ＭＳ 明朝" w:hAnsi="ＭＳ 明朝" w:hint="eastAsia"/>
        </w:rPr>
        <w:t>．</w:t>
      </w:r>
      <w:r w:rsidR="00380CC0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対象資産表</w:t>
      </w:r>
      <w:r w:rsidR="004B420A" w:rsidRPr="00EB050B">
        <w:rPr>
          <w:rFonts w:ascii="ＭＳ 明朝" w:hAnsi="ＭＳ 明朝" w:hint="eastAsia"/>
        </w:rPr>
        <w:t>・・・・・・・・・・・・・・・</w:t>
      </w:r>
      <w:r w:rsidR="006F006B" w:rsidRPr="00EB050B">
        <w:rPr>
          <w:rFonts w:ascii="ＭＳ 明朝" w:hAnsi="ＭＳ 明朝" w:hint="eastAsia"/>
        </w:rPr>
        <w:t>（付表</w:t>
      </w:r>
      <w:r w:rsidR="004B420A" w:rsidRPr="00EB050B">
        <w:rPr>
          <w:rFonts w:ascii="ＭＳ 明朝" w:hAnsi="ＭＳ 明朝" w:hint="eastAsia"/>
        </w:rPr>
        <w:t>2</w:t>
      </w:r>
      <w:r w:rsidR="006F006B" w:rsidRPr="00EB050B">
        <w:rPr>
          <w:rFonts w:ascii="ＭＳ 明朝" w:hAnsi="ＭＳ 明朝" w:hint="eastAsia"/>
        </w:rPr>
        <w:t>）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ind w:left="3960" w:hangingChars="1800" w:hanging="396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6</w:t>
      </w:r>
      <w:r w:rsidR="006F006B" w:rsidRPr="00EB050B">
        <w:rPr>
          <w:rFonts w:ascii="ＭＳ 明朝" w:hAnsi="ＭＳ 明朝" w:hint="eastAsia"/>
        </w:rPr>
        <w:t xml:space="preserve">．提出書類　　　　</w:t>
      </w:r>
      <w:r w:rsidR="004B420A" w:rsidRPr="00EB050B">
        <w:rPr>
          <w:rFonts w:ascii="ＭＳ 明朝" w:hAnsi="ＭＳ 明朝" w:hint="eastAsia"/>
        </w:rPr>
        <w:t>ア．</w:t>
      </w:r>
      <w:r w:rsidR="00312AA6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事業の実施に係る見積書、契約書、注文書・注文請書</w:t>
      </w:r>
    </w:p>
    <w:p w:rsidR="00EB2D9A" w:rsidRPr="00EB050B" w:rsidRDefault="004C6913" w:rsidP="00EB2D9A">
      <w:pPr>
        <w:ind w:firstLineChars="1100" w:firstLine="242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納品書、</w:t>
      </w:r>
      <w:r w:rsidR="006F006B" w:rsidRPr="00EB050B">
        <w:rPr>
          <w:rFonts w:ascii="ＭＳ 明朝" w:hAnsi="ＭＳ 明朝" w:hint="eastAsia"/>
        </w:rPr>
        <w:t>検収書、請求書、振込控、領収書等</w:t>
      </w:r>
    </w:p>
    <w:p w:rsidR="00EB2D9A" w:rsidRPr="00EB050B" w:rsidRDefault="00EB2D9A" w:rsidP="00EB2D9A">
      <w:pPr>
        <w:ind w:firstLineChars="1100" w:firstLine="2420"/>
        <w:rPr>
          <w:rFonts w:ascii="ＭＳ 明朝" w:hAnsi="ＭＳ 明朝"/>
        </w:rPr>
      </w:pPr>
    </w:p>
    <w:p w:rsidR="00EB2D9A" w:rsidRPr="00EB050B" w:rsidRDefault="00EB2D9A" w:rsidP="00EB2D9A">
      <w:pPr>
        <w:ind w:firstLineChars="1100" w:firstLine="2420"/>
        <w:rPr>
          <w:rFonts w:ascii="ＭＳ 明朝" w:hAnsi="ＭＳ 明朝"/>
        </w:rPr>
      </w:pPr>
    </w:p>
    <w:p w:rsidR="006F006B" w:rsidRPr="00EB050B" w:rsidRDefault="00EB2D9A" w:rsidP="00EB2D9A">
      <w:pPr>
        <w:ind w:firstLineChars="1000" w:firstLine="220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イ</w:t>
      </w:r>
      <w:r w:rsidR="004B420A" w:rsidRPr="00EB050B">
        <w:rPr>
          <w:rFonts w:ascii="ＭＳ 明朝" w:hAnsi="ＭＳ 明朝" w:hint="eastAsia"/>
        </w:rPr>
        <w:t>．</w:t>
      </w:r>
      <w:r w:rsidR="00312AA6" w:rsidRPr="00EB050B">
        <w:rPr>
          <w:rFonts w:ascii="ＭＳ 明朝" w:hAnsi="ＭＳ 明朝" w:hint="eastAsia"/>
        </w:rPr>
        <w:t>助成</w:t>
      </w:r>
      <w:r w:rsidRPr="00EB050B">
        <w:rPr>
          <w:rFonts w:ascii="ＭＳ 明朝" w:hAnsi="ＭＳ 明朝" w:hint="eastAsia"/>
        </w:rPr>
        <w:t>事業の</w:t>
      </w:r>
      <w:r w:rsidR="006F006B" w:rsidRPr="00EB050B">
        <w:rPr>
          <w:rFonts w:ascii="ＭＳ 明朝" w:hAnsi="ＭＳ 明朝" w:hint="eastAsia"/>
        </w:rPr>
        <w:t>成果を明らかにするための</w:t>
      </w:r>
    </w:p>
    <w:p w:rsidR="006F006B" w:rsidRPr="00EB050B" w:rsidRDefault="006F006B">
      <w:pPr>
        <w:rPr>
          <w:rFonts w:ascii="ＭＳ 明朝" w:hAnsi="ＭＳ 明朝"/>
        </w:rPr>
        <w:sectPr w:rsidR="006F006B" w:rsidRPr="00EB050B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EB050B">
        <w:rPr>
          <w:rFonts w:ascii="ＭＳ 明朝" w:hAnsi="ＭＳ 明朝" w:hint="eastAsia"/>
        </w:rPr>
        <w:t xml:space="preserve">　　　　　　　　　　　　①写真　②図面　③資料　</w:t>
      </w:r>
      <w:r w:rsidR="00EB2D9A" w:rsidRPr="00EB050B">
        <w:rPr>
          <w:rFonts w:ascii="ＭＳ 明朝" w:hAnsi="ＭＳ 明朝" w:hint="eastAsia"/>
        </w:rPr>
        <w:t xml:space="preserve">④登録証・付随書　</w:t>
      </w:r>
      <w:r w:rsidRPr="00EB050B">
        <w:rPr>
          <w:rFonts w:ascii="ＭＳ 明朝" w:hAnsi="ＭＳ 明朝" w:hint="eastAsia"/>
        </w:rPr>
        <w:t>④報告書</w:t>
      </w:r>
      <w:r w:rsidR="00D00ED6" w:rsidRPr="00EB050B">
        <w:rPr>
          <w:rFonts w:ascii="ＭＳ 明朝" w:hAnsi="ＭＳ 明朝" w:hint="eastAsia"/>
        </w:rPr>
        <w:t xml:space="preserve">　</w:t>
      </w:r>
      <w:r w:rsidRPr="00EB050B">
        <w:rPr>
          <w:rFonts w:ascii="ＭＳ 明朝" w:hAnsi="ＭＳ 明朝" w:hint="eastAsia"/>
        </w:rPr>
        <w:t>等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lastRenderedPageBreak/>
        <w:t>様式</w:t>
      </w:r>
      <w:r w:rsidR="00AC6BAD" w:rsidRPr="00EB050B">
        <w:rPr>
          <w:rFonts w:ascii="ＭＳ 明朝" w:hAnsi="ＭＳ 明朝" w:hint="eastAsia"/>
        </w:rPr>
        <w:t>7</w:t>
      </w:r>
      <w:r w:rsidR="00230FC6" w:rsidRPr="00EB050B">
        <w:rPr>
          <w:rFonts w:ascii="ＭＳ 明朝" w:hAnsi="ＭＳ 明朝" w:hint="eastAsia"/>
        </w:rPr>
        <w:t>-</w:t>
      </w:r>
      <w:r w:rsidR="00D00ED6" w:rsidRPr="00EB050B">
        <w:rPr>
          <w:rFonts w:ascii="ＭＳ 明朝" w:hAnsi="ＭＳ 明朝" w:hint="eastAsia"/>
        </w:rPr>
        <w:t>2</w:t>
      </w:r>
      <w:r w:rsidRPr="00EB050B">
        <w:rPr>
          <w:rFonts w:ascii="ＭＳ 明朝" w:hAnsi="ＭＳ 明朝" w:hint="eastAsia"/>
        </w:rPr>
        <w:t>号（付表</w:t>
      </w:r>
      <w:r w:rsidR="004B420A" w:rsidRPr="00EB050B">
        <w:rPr>
          <w:rFonts w:ascii="ＭＳ 明朝" w:hAnsi="ＭＳ 明朝" w:hint="eastAsia"/>
        </w:rPr>
        <w:t>1</w:t>
      </w:r>
      <w:r w:rsidRPr="00EB050B">
        <w:rPr>
          <w:rFonts w:ascii="ＭＳ 明朝" w:hAnsi="ＭＳ 明朝" w:hint="eastAsia"/>
        </w:rPr>
        <w:t>）</w:t>
      </w:r>
    </w:p>
    <w:p w:rsidR="006F006B" w:rsidRPr="00EB050B" w:rsidRDefault="00312AA6" w:rsidP="001C26D7">
      <w:pPr>
        <w:pStyle w:val="a4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助　成</w:t>
      </w:r>
      <w:r w:rsidR="001C26D7" w:rsidRPr="00EB050B">
        <w:rPr>
          <w:rFonts w:ascii="ＭＳ 明朝" w:hAnsi="ＭＳ 明朝" w:hint="eastAsia"/>
        </w:rPr>
        <w:t xml:space="preserve">　事　業　実　施　内　容　及　び</w:t>
      </w:r>
      <w:r w:rsidR="006F006B" w:rsidRPr="00EB050B">
        <w:rPr>
          <w:rFonts w:ascii="ＭＳ 明朝" w:hAnsi="ＭＳ 明朝" w:hint="eastAsia"/>
        </w:rPr>
        <w:t xml:space="preserve">　成　果</w:t>
      </w:r>
    </w:p>
    <w:p w:rsidR="006F006B" w:rsidRPr="00EB050B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EB050B" w:rsidRPr="00EB050B">
        <w:trPr>
          <w:trHeight w:val="12932"/>
        </w:trPr>
        <w:tc>
          <w:tcPr>
            <w:tcW w:w="9195" w:type="dxa"/>
          </w:tcPr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AC6BAD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1</w:t>
            </w:r>
            <w:r w:rsidR="006F006B" w:rsidRPr="00EB050B">
              <w:rPr>
                <w:rFonts w:ascii="ＭＳ 明朝" w:hAnsi="ＭＳ 明朝" w:hint="eastAsia"/>
              </w:rPr>
              <w:t xml:space="preserve">　</w:t>
            </w:r>
            <w:r w:rsidR="00312AA6" w:rsidRPr="00EB050B">
              <w:rPr>
                <w:rFonts w:ascii="ＭＳ 明朝" w:hAnsi="ＭＳ 明朝" w:hint="eastAsia"/>
              </w:rPr>
              <w:t>助成</w:t>
            </w:r>
            <w:r w:rsidR="006F006B" w:rsidRPr="00EB050B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EB050B" w:rsidRDefault="00230FC6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EB050B" w:rsidRDefault="00230FC6">
            <w:pPr>
              <w:rPr>
                <w:rFonts w:ascii="ＭＳ 明朝" w:hAnsi="ＭＳ 明朝"/>
              </w:rPr>
            </w:pP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AC6BAD" w:rsidRPr="00EB050B">
              <w:rPr>
                <w:rFonts w:ascii="ＭＳ 明朝" w:hAnsi="ＭＳ 明朝" w:hint="eastAsia"/>
              </w:rPr>
              <w:t>1</w:t>
            </w:r>
            <w:r w:rsidRPr="00EB050B">
              <w:rPr>
                <w:rFonts w:ascii="ＭＳ 明朝" w:hAnsi="ＭＳ 明朝" w:hint="eastAsia"/>
              </w:rPr>
              <w:t>）事業内容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87310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AC6BAD" w:rsidRPr="00EB050B">
              <w:rPr>
                <w:rFonts w:ascii="ＭＳ 明朝" w:hAnsi="ＭＳ 明朝" w:hint="eastAsia"/>
              </w:rPr>
              <w:t>2</w:t>
            </w:r>
            <w:r w:rsidRPr="00EB050B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87310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AC6BAD" w:rsidRPr="00EB050B">
              <w:rPr>
                <w:rFonts w:ascii="ＭＳ 明朝" w:hAnsi="ＭＳ 明朝" w:hint="eastAsia"/>
              </w:rPr>
              <w:t>3</w:t>
            </w:r>
            <w:r w:rsidRPr="00EB050B">
              <w:rPr>
                <w:rFonts w:ascii="ＭＳ 明朝" w:hAnsi="ＭＳ 明朝" w:hint="eastAsia"/>
              </w:rPr>
              <w:t>）事業の成果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EB050B" w:rsidRDefault="006F006B">
      <w:pPr>
        <w:rPr>
          <w:rFonts w:ascii="ＭＳ 明朝" w:hAnsi="ＭＳ 明朝"/>
        </w:rPr>
        <w:sectPr w:rsidR="006F006B" w:rsidRPr="00EB050B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EB050B" w:rsidRDefault="001C26D7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lastRenderedPageBreak/>
        <w:t>様式</w:t>
      </w:r>
      <w:r w:rsidR="00AC6BAD" w:rsidRPr="00EB050B">
        <w:rPr>
          <w:rFonts w:ascii="ＭＳ 明朝" w:hAnsi="ＭＳ 明朝" w:hint="eastAsia"/>
        </w:rPr>
        <w:t>7</w:t>
      </w:r>
      <w:r w:rsidR="00230FC6" w:rsidRPr="00EB050B">
        <w:rPr>
          <w:rFonts w:ascii="ＭＳ 明朝" w:hAnsi="ＭＳ 明朝" w:hint="eastAsia"/>
        </w:rPr>
        <w:t>-</w:t>
      </w:r>
      <w:r w:rsidR="00D00ED6" w:rsidRPr="00EB050B">
        <w:rPr>
          <w:rFonts w:ascii="ＭＳ 明朝" w:hAnsi="ＭＳ 明朝" w:hint="eastAsia"/>
        </w:rPr>
        <w:t>2</w:t>
      </w:r>
      <w:r w:rsidRPr="00EB050B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EB050B" w:rsidRPr="00EB050B" w:rsidTr="00197BE1">
        <w:trPr>
          <w:trHeight w:val="13724"/>
        </w:trPr>
        <w:tc>
          <w:tcPr>
            <w:tcW w:w="9299" w:type="dxa"/>
          </w:tcPr>
          <w:p w:rsidR="00197BE1" w:rsidRPr="00EB050B" w:rsidRDefault="00197BE1" w:rsidP="00197BE1">
            <w:pPr>
              <w:rPr>
                <w:rFonts w:ascii="ＭＳ 明朝" w:hAnsi="ＭＳ 明朝"/>
              </w:rPr>
            </w:pPr>
          </w:p>
          <w:p w:rsidR="00197BE1" w:rsidRPr="00EB050B" w:rsidRDefault="00197BE1" w:rsidP="00197BE1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EF5305" w:rsidRPr="00EB050B">
              <w:rPr>
                <w:rFonts w:ascii="ＭＳ 明朝" w:hAnsi="ＭＳ 明朝" w:hint="eastAsia"/>
              </w:rPr>
              <w:t>4</w:t>
            </w:r>
            <w:r w:rsidRPr="00EB050B">
              <w:rPr>
                <w:rFonts w:ascii="ＭＳ 明朝" w:hAnsi="ＭＳ 明朝" w:hint="eastAsia"/>
              </w:rPr>
              <w:t>）</w:t>
            </w:r>
            <w:r w:rsidR="00D00ED6" w:rsidRPr="00EB050B">
              <w:rPr>
                <w:rFonts w:ascii="ＭＳ 明朝" w:hAnsi="ＭＳ 明朝" w:hint="eastAsia"/>
              </w:rPr>
              <w:t>事業に係る</w:t>
            </w:r>
            <w:r w:rsidRPr="00EB050B">
              <w:rPr>
                <w:rFonts w:ascii="ＭＳ 明朝" w:hAnsi="ＭＳ 明朝" w:hint="eastAsia"/>
              </w:rPr>
              <w:t>産業財産権等の出願　　有　・　無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EB050B" w:rsidRDefault="00197BE1" w:rsidP="00197BE1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EF5305" w:rsidRPr="00EB050B">
              <w:rPr>
                <w:rFonts w:ascii="ＭＳ 明朝" w:hAnsi="ＭＳ 明朝" w:hint="eastAsia"/>
              </w:rPr>
              <w:t>5</w:t>
            </w:r>
            <w:r w:rsidRPr="00EB050B">
              <w:rPr>
                <w:rFonts w:ascii="ＭＳ 明朝" w:hAnsi="ＭＳ 明朝" w:hint="eastAsia"/>
              </w:rPr>
              <w:t>）</w:t>
            </w:r>
            <w:r w:rsidR="00D00ED6" w:rsidRPr="00EB050B">
              <w:rPr>
                <w:rFonts w:ascii="ＭＳ 明朝" w:hAnsi="ＭＳ 明朝" w:hint="eastAsia"/>
              </w:rPr>
              <w:t>成果に対する今後の</w:t>
            </w:r>
            <w:r w:rsidRPr="00EB050B">
              <w:rPr>
                <w:rFonts w:ascii="ＭＳ 明朝" w:hAnsi="ＭＳ 明朝" w:hint="eastAsia"/>
              </w:rPr>
              <w:t>展開</w:t>
            </w:r>
            <w:r w:rsidR="00D00ED6" w:rsidRPr="00EB050B">
              <w:rPr>
                <w:rFonts w:ascii="ＭＳ 明朝" w:hAnsi="ＭＳ 明朝" w:hint="eastAsia"/>
              </w:rPr>
              <w:t>及び見通し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EB050B" w:rsidRDefault="006F006B" w:rsidP="00D33C58">
      <w:pPr>
        <w:ind w:left="1078" w:hangingChars="490" w:hanging="1078"/>
      </w:pPr>
    </w:p>
    <w:p w:rsidR="00D77763" w:rsidRPr="00EB050B" w:rsidRDefault="00D77763">
      <w:pPr>
        <w:widowControl/>
        <w:jc w:val="left"/>
        <w:sectPr w:rsidR="00D77763" w:rsidRPr="00EB050B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EB050B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EB050B">
        <w:rPr>
          <w:rFonts w:ascii="ＭＳ 明朝" w:hAnsi="ＭＳ 明朝" w:hint="eastAsia"/>
          <w:szCs w:val="22"/>
        </w:rPr>
        <w:lastRenderedPageBreak/>
        <w:t>様式7</w:t>
      </w:r>
      <w:r w:rsidR="00230FC6" w:rsidRPr="00EB050B">
        <w:rPr>
          <w:rFonts w:ascii="ＭＳ 明朝" w:hAnsi="ＭＳ 明朝" w:hint="eastAsia"/>
          <w:szCs w:val="22"/>
        </w:rPr>
        <w:t>-</w:t>
      </w:r>
      <w:r w:rsidR="003359CE">
        <w:rPr>
          <w:rFonts w:ascii="ＭＳ 明朝" w:hAnsi="ＭＳ 明朝" w:hint="eastAsia"/>
          <w:szCs w:val="22"/>
        </w:rPr>
        <w:t>2</w:t>
      </w:r>
      <w:r w:rsidRPr="00EB050B">
        <w:rPr>
          <w:rFonts w:ascii="ＭＳ 明朝" w:hAnsi="ＭＳ 明朝" w:hint="eastAsia"/>
          <w:szCs w:val="22"/>
        </w:rPr>
        <w:t>号（付表2</w:t>
      </w:r>
      <w:r w:rsidR="00197BE1" w:rsidRPr="00EB050B">
        <w:rPr>
          <w:rFonts w:ascii="ＭＳ 明朝" w:hAnsi="ＭＳ 明朝" w:hint="eastAsia"/>
          <w:szCs w:val="22"/>
        </w:rPr>
        <w:t>）</w:t>
      </w:r>
      <w:r w:rsidR="00B0517C" w:rsidRPr="00EB050B">
        <w:rPr>
          <w:rFonts w:ascii="ＭＳ 明朝" w:hAnsi="ＭＳ 明朝" w:hint="eastAsia"/>
          <w:szCs w:val="22"/>
        </w:rPr>
        <w:t>経営・</w:t>
      </w:r>
      <w:r w:rsidRPr="00EB050B">
        <w:rPr>
          <w:rFonts w:ascii="ＭＳ 明朝" w:hAnsi="ＭＳ 明朝" w:hint="eastAsia"/>
          <w:szCs w:val="22"/>
        </w:rPr>
        <w:t>技術活性化助成事業</w:t>
      </w:r>
    </w:p>
    <w:p w:rsidR="00F03423" w:rsidRPr="00EB050B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EB050B">
        <w:rPr>
          <w:rFonts w:hint="eastAsia"/>
        </w:rPr>
        <w:t xml:space="preserve">　</w:t>
      </w:r>
      <w:r w:rsidR="0086768A" w:rsidRPr="00EB050B">
        <w:rPr>
          <w:rFonts w:hint="eastAsia"/>
        </w:rPr>
        <w:t xml:space="preserve">　</w:t>
      </w:r>
      <w:r w:rsidR="004D1FBE" w:rsidRPr="00EB050B">
        <w:rPr>
          <w:rFonts w:hint="eastAsia"/>
        </w:rPr>
        <w:t xml:space="preserve">　　</w:t>
      </w:r>
      <w:r w:rsidRPr="00EB050B">
        <w:rPr>
          <w:rFonts w:ascii="ＭＳ 明朝" w:hAnsi="ＭＳ 明朝" w:hint="eastAsia"/>
          <w:sz w:val="24"/>
        </w:rPr>
        <w:t>助成対象資産表</w:t>
      </w:r>
      <w:r w:rsidRPr="00EB050B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EB050B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EB050B" w:rsidRPr="00EB050B" w:rsidTr="00173F25">
        <w:trPr>
          <w:trHeight w:val="411"/>
        </w:trPr>
        <w:tc>
          <w:tcPr>
            <w:tcW w:w="5268" w:type="dxa"/>
            <w:vAlign w:val="center"/>
          </w:tcPr>
          <w:p w:rsidR="00230FC6" w:rsidRPr="00EB050B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EB050B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EB050B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EB050B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EB050B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EB050B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EB050B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EB050B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EB050B">
              <w:rPr>
                <w:rFonts w:hint="eastAsia"/>
                <w:spacing w:val="60"/>
              </w:rPr>
              <w:t>備考</w:t>
            </w:r>
          </w:p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</w:tbl>
    <w:p w:rsidR="00F03423" w:rsidRPr="00EB050B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EB050B" w:rsidRPr="00EB050B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  <w:rPr>
                <w:spacing w:val="30"/>
              </w:rPr>
            </w:pPr>
            <w:r w:rsidRPr="00EB050B">
              <w:rPr>
                <w:rFonts w:hint="eastAsia"/>
                <w:spacing w:val="30"/>
              </w:rPr>
              <w:t>50</w:t>
            </w:r>
            <w:r w:rsidRPr="00EB050B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EB050B" w:rsidRDefault="00F03423" w:rsidP="00ED6C85">
            <w:pPr>
              <w:jc w:val="right"/>
              <w:rPr>
                <w:spacing w:val="100"/>
              </w:rPr>
            </w:pPr>
            <w:r w:rsidRPr="00EB050B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</w:pPr>
            <w:r w:rsidRPr="00EB050B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  <w:rPr>
                <w:spacing w:val="24"/>
              </w:rPr>
            </w:pPr>
            <w:r w:rsidRPr="00EB050B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EB050B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EB050B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  <w:rPr>
                <w:spacing w:val="60"/>
              </w:rPr>
            </w:pPr>
            <w:r w:rsidRPr="00EB050B">
              <w:rPr>
                <w:rFonts w:hint="eastAsia"/>
                <w:spacing w:val="60"/>
              </w:rPr>
              <w:t>備考</w:t>
            </w: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EB050B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EB050B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EB050B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EB050B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EB050B" w:rsidRDefault="005F7C2C" w:rsidP="00EB2D9A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</w:tr>
    </w:tbl>
    <w:p w:rsidR="004D1FBE" w:rsidRPr="00EB050B" w:rsidRDefault="004D1FBE" w:rsidP="00197BE1"/>
    <w:sectPr w:rsidR="004D1FBE" w:rsidRPr="00EB050B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D9A" w:rsidRDefault="00EB2D9A" w:rsidP="00092B2A">
      <w:r>
        <w:separator/>
      </w:r>
    </w:p>
  </w:endnote>
  <w:endnote w:type="continuationSeparator" w:id="0">
    <w:p w:rsidR="00EB2D9A" w:rsidRDefault="00EB2D9A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D9A" w:rsidRDefault="00EB2D9A" w:rsidP="00092B2A">
      <w:r>
        <w:separator/>
      </w:r>
    </w:p>
  </w:footnote>
  <w:footnote w:type="continuationSeparator" w:id="0">
    <w:p w:rsidR="00EB2D9A" w:rsidRDefault="00EB2D9A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359CE"/>
    <w:rsid w:val="00341EC8"/>
    <w:rsid w:val="00380CC0"/>
    <w:rsid w:val="00426661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C1B15"/>
    <w:rsid w:val="006F006B"/>
    <w:rsid w:val="00715039"/>
    <w:rsid w:val="00762C70"/>
    <w:rsid w:val="00803C7D"/>
    <w:rsid w:val="00833259"/>
    <w:rsid w:val="00865155"/>
    <w:rsid w:val="0086768A"/>
    <w:rsid w:val="00A07F52"/>
    <w:rsid w:val="00A10CA3"/>
    <w:rsid w:val="00A428DD"/>
    <w:rsid w:val="00A51F84"/>
    <w:rsid w:val="00A55682"/>
    <w:rsid w:val="00A66DFD"/>
    <w:rsid w:val="00A93CE5"/>
    <w:rsid w:val="00A95607"/>
    <w:rsid w:val="00AC6BAD"/>
    <w:rsid w:val="00B0517C"/>
    <w:rsid w:val="00BC0F86"/>
    <w:rsid w:val="00BF5C45"/>
    <w:rsid w:val="00C24041"/>
    <w:rsid w:val="00C241C5"/>
    <w:rsid w:val="00C423A0"/>
    <w:rsid w:val="00C61512"/>
    <w:rsid w:val="00C90808"/>
    <w:rsid w:val="00CD00DF"/>
    <w:rsid w:val="00D00ED6"/>
    <w:rsid w:val="00D3297B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B050B"/>
    <w:rsid w:val="00EB2D9A"/>
    <w:rsid w:val="00ED6C85"/>
    <w:rsid w:val="00EE1AD9"/>
    <w:rsid w:val="00EF5305"/>
    <w:rsid w:val="00F03423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B908E-8F35-45B4-884D-CEB2A5658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E927AF8D</Template>
  <TotalTime>0</TotalTime>
  <Pages>4</Pages>
  <Words>775</Words>
  <Characters>742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2014-08-20T07:15:00Z</dcterms:modified>
</cp:coreProperties>
</file>