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号（第</w:t>
      </w:r>
      <w:r w:rsidR="004B420A" w:rsidRPr="00A639B0">
        <w:rPr>
          <w:rFonts w:ascii="ＭＳ 明朝" w:hAnsi="ＭＳ 明朝" w:hint="eastAsia"/>
        </w:rPr>
        <w:t>12</w:t>
      </w:r>
      <w:r w:rsidRPr="00A639B0">
        <w:rPr>
          <w:rFonts w:ascii="ＭＳ 明朝" w:hAnsi="ＭＳ 明朝" w:hint="eastAsia"/>
        </w:rPr>
        <w:t>条関係）</w:t>
      </w:r>
    </w:p>
    <w:p w:rsidR="006F006B" w:rsidRPr="00A639B0" w:rsidRDefault="007D371A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平成</w:t>
      </w:r>
      <w:r w:rsidR="006F006B" w:rsidRPr="00A639B0">
        <w:rPr>
          <w:rFonts w:ascii="ＭＳ 明朝" w:hAnsi="ＭＳ 明朝" w:hint="eastAsia"/>
        </w:rPr>
        <w:t xml:space="preserve">　　年　　月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:rsidR="006F006B" w:rsidRPr="00A639B0" w:rsidRDefault="006F006B">
      <w:pPr>
        <w:rPr>
          <w:rFonts w:ascii="ＭＳ 明朝" w:hAnsi="ＭＳ 明朝"/>
        </w:rPr>
      </w:pPr>
    </w:p>
    <w:p w:rsidR="00D33C58" w:rsidRPr="00A639B0" w:rsidRDefault="00D33C58">
      <w:pPr>
        <w:rPr>
          <w:rFonts w:ascii="ＭＳ 明朝" w:hAnsi="ＭＳ 明朝"/>
        </w:rPr>
      </w:pPr>
    </w:p>
    <w:p w:rsidR="006F006B" w:rsidRPr="00A639B0" w:rsidRDefault="00EE1CFA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EE1CFA">
        <w:rPr>
          <w:rFonts w:ascii="ＭＳ ゴシック" w:eastAsia="ＭＳ ゴシック" w:hAnsi="ＭＳ ゴシック" w:hint="eastAsia"/>
          <w:b/>
          <w:w w:val="96"/>
          <w:kern w:val="0"/>
          <w:sz w:val="24"/>
          <w:fitText w:val="6293" w:id="-217339392"/>
        </w:rPr>
        <w:t>平成２６</w:t>
      </w:r>
      <w:r w:rsidR="006F006B" w:rsidRPr="00EE1CFA">
        <w:rPr>
          <w:rFonts w:ascii="ＭＳ ゴシック" w:eastAsia="ＭＳ ゴシック" w:hAnsi="ＭＳ ゴシック" w:hint="eastAsia"/>
          <w:b/>
          <w:w w:val="96"/>
          <w:kern w:val="0"/>
          <w:sz w:val="24"/>
          <w:fitText w:val="6293" w:id="-217339392"/>
        </w:rPr>
        <w:t>年度</w:t>
      </w:r>
      <w:r w:rsidR="00A66DFD" w:rsidRPr="00EE1CFA">
        <w:rPr>
          <w:rFonts w:ascii="ＭＳ ゴシック" w:eastAsia="ＭＳ ゴシック" w:hAnsi="ＭＳ ゴシック" w:hint="eastAsia"/>
          <w:b/>
          <w:w w:val="96"/>
          <w:kern w:val="0"/>
          <w:sz w:val="24"/>
          <w:fitText w:val="6293" w:id="-217339392"/>
        </w:rPr>
        <w:t>中小企業経営・技術活性化助成</w:t>
      </w:r>
      <w:r w:rsidR="00A428DD" w:rsidRPr="00EE1CFA">
        <w:rPr>
          <w:rFonts w:ascii="ＭＳ ゴシック" w:eastAsia="ＭＳ ゴシック" w:hAnsi="ＭＳ ゴシック" w:hint="eastAsia"/>
          <w:b/>
          <w:w w:val="96"/>
          <w:kern w:val="0"/>
          <w:sz w:val="24"/>
          <w:fitText w:val="6293" w:id="-217339392"/>
        </w:rPr>
        <w:t>事業</w:t>
      </w:r>
      <w:r w:rsidR="006F006B" w:rsidRPr="00EE1CFA">
        <w:rPr>
          <w:rFonts w:ascii="ＭＳ ゴシック" w:eastAsia="ＭＳ ゴシック" w:hAnsi="ＭＳ ゴシック" w:hint="eastAsia"/>
          <w:b/>
          <w:w w:val="96"/>
          <w:kern w:val="0"/>
          <w:sz w:val="24"/>
          <w:fitText w:val="6293" w:id="-217339392"/>
        </w:rPr>
        <w:t>実績報告</w:t>
      </w:r>
      <w:r w:rsidR="006F006B" w:rsidRPr="00EE1CFA">
        <w:rPr>
          <w:rFonts w:ascii="ＭＳ ゴシック" w:eastAsia="ＭＳ ゴシック" w:hAnsi="ＭＳ ゴシック" w:hint="eastAsia"/>
          <w:b/>
          <w:spacing w:val="20"/>
          <w:w w:val="96"/>
          <w:kern w:val="0"/>
          <w:sz w:val="24"/>
          <w:fitText w:val="6293" w:id="-217339392"/>
        </w:rPr>
        <w:t>書</w:t>
      </w:r>
    </w:p>
    <w:p w:rsidR="006F006B" w:rsidRPr="00A639B0" w:rsidRDefault="006F006B">
      <w:pPr>
        <w:rPr>
          <w:rFonts w:ascii="ＭＳ 明朝" w:hAnsi="ＭＳ 明朝"/>
          <w:kern w:val="0"/>
        </w:rPr>
      </w:pPr>
    </w:p>
    <w:p w:rsidR="00D33C58" w:rsidRPr="00A639B0" w:rsidRDefault="00D33C58">
      <w:pPr>
        <w:rPr>
          <w:rFonts w:ascii="ＭＳ 明朝" w:hAnsi="ＭＳ 明朝"/>
          <w:kern w:val="0"/>
        </w:rPr>
      </w:pPr>
    </w:p>
    <w:p w:rsidR="006F006B" w:rsidRPr="00A639B0" w:rsidRDefault="007D371A">
      <w:pPr>
        <w:pStyle w:val="a3"/>
        <w:ind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>平成２</w:t>
      </w:r>
      <w:r w:rsidR="00EE1CFA">
        <w:rPr>
          <w:rFonts w:ascii="ＭＳ 明朝" w:hAnsi="ＭＳ 明朝" w:hint="eastAsia"/>
        </w:rPr>
        <w:t>６</w:t>
      </w:r>
      <w:r w:rsidR="00E54B94" w:rsidRPr="00A639B0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８</w:t>
      </w:r>
      <w:r w:rsidR="00160291" w:rsidRPr="00A639B0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２</w:t>
      </w:r>
      <w:r w:rsidR="00EE1CFA">
        <w:rPr>
          <w:rFonts w:ascii="ＭＳ 明朝" w:hAnsi="ＭＳ 明朝" w:hint="eastAsia"/>
        </w:rPr>
        <w:t>５</w:t>
      </w:r>
      <w:r w:rsidR="00160291" w:rsidRPr="00A639B0">
        <w:rPr>
          <w:rFonts w:ascii="ＭＳ 明朝" w:hAnsi="ＭＳ 明朝" w:hint="eastAsia"/>
        </w:rPr>
        <w:t>日付</w:t>
      </w:r>
      <w:r>
        <w:rPr>
          <w:rFonts w:ascii="ＭＳ 明朝" w:hAnsi="ＭＳ 明朝" w:hint="eastAsia"/>
        </w:rPr>
        <w:t>２</w:t>
      </w:r>
      <w:r w:rsidR="00EE1CFA">
        <w:rPr>
          <w:rFonts w:ascii="ＭＳ 明朝" w:hAnsi="ＭＳ 明朝" w:hint="eastAsia"/>
        </w:rPr>
        <w:t>６</w:t>
      </w:r>
      <w:r w:rsidR="00192463" w:rsidRPr="00A639B0">
        <w:rPr>
          <w:rFonts w:ascii="ＭＳ 明朝" w:hAnsi="ＭＳ 明朝" w:hint="eastAsia"/>
        </w:rPr>
        <w:t>東中企</w:t>
      </w:r>
      <w:r w:rsidR="00160291" w:rsidRPr="00A639B0">
        <w:rPr>
          <w:rFonts w:ascii="ＭＳ 明朝" w:hAnsi="ＭＳ 明朝" w:hint="eastAsia"/>
        </w:rPr>
        <w:t>助第</w:t>
      </w:r>
      <w:r w:rsidR="00EE1CFA">
        <w:rPr>
          <w:rFonts w:ascii="ＭＳ 明朝" w:hAnsi="ＭＳ 明朝" w:hint="eastAsia"/>
        </w:rPr>
        <w:t>８４４</w:t>
      </w:r>
      <w:bookmarkStart w:id="0" w:name="_GoBack"/>
      <w:bookmarkEnd w:id="0"/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</w:p>
    <w:p w:rsidR="006F006B" w:rsidRPr="00A639B0" w:rsidRDefault="006F006B">
      <w:pPr>
        <w:ind w:firstLineChars="100" w:firstLine="220"/>
        <w:rPr>
          <w:rFonts w:ascii="ＭＳ 明朝" w:hAnsi="ＭＳ 明朝"/>
        </w:rPr>
      </w:pPr>
    </w:p>
    <w:p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1</w:t>
      </w:r>
      <w:r w:rsidR="00BF5C45" w:rsidRPr="00A639B0">
        <w:rPr>
          <w:rFonts w:ascii="ＭＳ 明朝" w:hAnsi="ＭＳ 明朝" w:hint="eastAsia"/>
        </w:rPr>
        <w:t>．事業区分</w:t>
      </w:r>
      <w:r w:rsidR="006F006B" w:rsidRPr="00A639B0">
        <w:rPr>
          <w:rFonts w:ascii="ＭＳ 明朝" w:hAnsi="ＭＳ 明朝" w:hint="eastAsia"/>
        </w:rPr>
        <w:t xml:space="preserve">　　　</w:t>
      </w:r>
      <w:r w:rsidR="00FA1CF9" w:rsidRPr="00A639B0">
        <w:rPr>
          <w:rFonts w:ascii="ＭＳ 明朝" w:hAnsi="ＭＳ 明朝" w:hint="eastAsia"/>
        </w:rPr>
        <w:t xml:space="preserve">　　　新製品・新技術開発</w:t>
      </w:r>
      <w:r w:rsidR="00A428DD" w:rsidRPr="00A639B0">
        <w:rPr>
          <w:rFonts w:ascii="ＭＳ 明朝" w:hAnsi="ＭＳ 明朝" w:hint="eastAsia"/>
        </w:rPr>
        <w:t>助成</w:t>
      </w:r>
      <w:r w:rsidR="00FA1CF9" w:rsidRPr="00A639B0">
        <w:rPr>
          <w:rFonts w:ascii="ＭＳ 明朝" w:hAnsi="ＭＳ 明朝" w:hint="eastAsia"/>
        </w:rPr>
        <w:t>事業</w:t>
      </w:r>
    </w:p>
    <w:p w:rsidR="006F006B" w:rsidRPr="00A639B0" w:rsidRDefault="006F006B">
      <w:pPr>
        <w:pStyle w:val="a5"/>
        <w:jc w:val="both"/>
        <w:rPr>
          <w:rFonts w:ascii="ＭＳ 明朝" w:hAnsi="ＭＳ 明朝"/>
        </w:rPr>
      </w:pPr>
    </w:p>
    <w:p w:rsidR="006F006B" w:rsidRPr="00A639B0" w:rsidRDefault="00AC6BAD">
      <w:pPr>
        <w:pStyle w:val="a5"/>
        <w:jc w:val="both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2</w:t>
      </w:r>
      <w:r w:rsidR="00487F68" w:rsidRPr="00A639B0">
        <w:rPr>
          <w:rFonts w:ascii="ＭＳ 明朝" w:hAnsi="ＭＳ 明朝" w:hint="eastAsia"/>
        </w:rPr>
        <w:t>．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3</w:t>
      </w:r>
      <w:r w:rsidR="006F006B" w:rsidRPr="00A639B0">
        <w:rPr>
          <w:rFonts w:ascii="ＭＳ 明朝" w:hAnsi="ＭＳ 明朝" w:hint="eastAsia"/>
        </w:rPr>
        <w:t>．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4</w:t>
      </w:r>
      <w:r w:rsidR="006F006B" w:rsidRPr="00A639B0">
        <w:rPr>
          <w:rFonts w:ascii="ＭＳ 明朝" w:hAnsi="ＭＳ 明朝" w:hint="eastAsia"/>
        </w:rPr>
        <w:t>．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5</w:t>
      </w:r>
      <w:r w:rsidR="006F006B" w:rsidRPr="00A639B0">
        <w:rPr>
          <w:rFonts w:ascii="ＭＳ 明朝" w:hAnsi="ＭＳ 明朝" w:hint="eastAsia"/>
        </w:rPr>
        <w:t>．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ind w:left="3960" w:hangingChars="1800" w:hanging="396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6</w:t>
      </w:r>
      <w:r w:rsidR="006F006B" w:rsidRPr="00A639B0">
        <w:rPr>
          <w:rFonts w:ascii="ＭＳ 明朝" w:hAnsi="ＭＳ 明朝" w:hint="eastAsia"/>
        </w:rPr>
        <w:t xml:space="preserve">．提出書類　　　　</w:t>
      </w:r>
      <w:r w:rsidR="004B420A" w:rsidRPr="00A639B0">
        <w:rPr>
          <w:rFonts w:ascii="ＭＳ 明朝" w:hAnsi="ＭＳ 明朝" w:hint="eastAsia"/>
        </w:rPr>
        <w:t>ア．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検収書、請求書、振込控、領収書等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</w:t>
      </w:r>
      <w:r w:rsidR="004B420A" w:rsidRPr="00A639B0">
        <w:rPr>
          <w:rFonts w:ascii="ＭＳ 明朝" w:hAnsi="ＭＳ 明朝" w:hint="eastAsia"/>
        </w:rPr>
        <w:t>イ．</w:t>
      </w:r>
      <w:r w:rsidRPr="00A639B0">
        <w:rPr>
          <w:rFonts w:ascii="ＭＳ 明朝" w:hAnsi="ＭＳ 明朝" w:hint="eastAsia"/>
        </w:rPr>
        <w:t>直接人件費関係書類（作業日報の原本、出勤簿の写し等）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4B420A">
      <w:pPr>
        <w:ind w:firstLineChars="1000" w:firstLine="220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ウ．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C26D7" w:rsidRPr="00A639B0">
        <w:rPr>
          <w:rFonts w:ascii="ＭＳ 明朝" w:hAnsi="ＭＳ 明朝" w:hint="eastAsia"/>
        </w:rPr>
        <w:t xml:space="preserve">　事　業　実　施　内　容　及　び</w:t>
      </w:r>
      <w:r w:rsidR="006F006B" w:rsidRPr="00A639B0">
        <w:rPr>
          <w:rFonts w:ascii="ＭＳ 明朝" w:hAnsi="ＭＳ 明朝" w:hint="eastAsia"/>
        </w:rPr>
        <w:t xml:space="preserve">　成　果</w:t>
      </w:r>
    </w:p>
    <w:p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>
        <w:trPr>
          <w:trHeight w:val="12932"/>
        </w:trPr>
        <w:tc>
          <w:tcPr>
            <w:tcW w:w="9195" w:type="dxa"/>
          </w:tcPr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A639B0" w:rsidRDefault="00230FC6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:rsidTr="00197BE1">
        <w:trPr>
          <w:trHeight w:val="13724"/>
        </w:trPr>
        <w:tc>
          <w:tcPr>
            <w:tcW w:w="9299" w:type="dxa"/>
          </w:tcPr>
          <w:p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>）事業開発（試作）の産業財産権等の出願　　有　・　無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 w:rsidP="00D33C58">
      <w:pPr>
        <w:ind w:left="1078" w:hangingChars="490" w:hanging="1078"/>
      </w:pPr>
    </w:p>
    <w:p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様式7</w:t>
      </w:r>
      <w:r w:rsidR="00230FC6" w:rsidRPr="00A639B0">
        <w:rPr>
          <w:rFonts w:ascii="ＭＳ 明朝" w:hAnsi="ＭＳ 明朝" w:hint="eastAsia"/>
          <w:szCs w:val="22"/>
        </w:rPr>
        <w:t>-1</w:t>
      </w:r>
      <w:r w:rsidRPr="00A639B0">
        <w:rPr>
          <w:rFonts w:ascii="ＭＳ 明朝" w:hAnsi="ＭＳ 明朝" w:hint="eastAsia"/>
          <w:szCs w:val="22"/>
        </w:rPr>
        <w:t>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="00B0517C" w:rsidRPr="00A639B0">
        <w:rPr>
          <w:rFonts w:ascii="ＭＳ 明朝" w:hAnsi="ＭＳ 明朝" w:hint="eastAsia"/>
          <w:szCs w:val="22"/>
        </w:rPr>
        <w:t>経営・</w:t>
      </w:r>
      <w:r w:rsidRPr="00A639B0">
        <w:rPr>
          <w:rFonts w:ascii="ＭＳ 明朝" w:hAnsi="ＭＳ 明朝" w:hint="eastAsia"/>
          <w:szCs w:val="22"/>
        </w:rPr>
        <w:t>技術活性化助成事業</w:t>
      </w:r>
    </w:p>
    <w:p w:rsidR="00F03423" w:rsidRPr="00A639B0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:rsidTr="00173F25">
        <w:trPr>
          <w:trHeight w:val="411"/>
        </w:trPr>
        <w:tc>
          <w:tcPr>
            <w:tcW w:w="5268" w:type="dxa"/>
            <w:vAlign w:val="center"/>
          </w:tcPr>
          <w:p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</w:tbl>
    <w:p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</w:tr>
    </w:tbl>
    <w:p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7C" w:rsidRDefault="00D4127C" w:rsidP="00092B2A">
      <w:r>
        <w:separator/>
      </w:r>
    </w:p>
  </w:endnote>
  <w:endnote w:type="continuationSeparator" w:id="0">
    <w:p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7C" w:rsidRDefault="00D4127C" w:rsidP="00092B2A">
      <w:r>
        <w:separator/>
      </w:r>
    </w:p>
  </w:footnote>
  <w:footnote w:type="continuationSeparator" w:id="0">
    <w:p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426661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C1B15"/>
    <w:rsid w:val="006F006B"/>
    <w:rsid w:val="00715039"/>
    <w:rsid w:val="00762C70"/>
    <w:rsid w:val="007D371A"/>
    <w:rsid w:val="00803C7D"/>
    <w:rsid w:val="00833259"/>
    <w:rsid w:val="00865155"/>
    <w:rsid w:val="0086768A"/>
    <w:rsid w:val="00A07F52"/>
    <w:rsid w:val="00A10CA3"/>
    <w:rsid w:val="00A428DD"/>
    <w:rsid w:val="00A55682"/>
    <w:rsid w:val="00A639B0"/>
    <w:rsid w:val="00A66DFD"/>
    <w:rsid w:val="00AC6BAD"/>
    <w:rsid w:val="00B0517C"/>
    <w:rsid w:val="00BC0F86"/>
    <w:rsid w:val="00BF5C45"/>
    <w:rsid w:val="00C24041"/>
    <w:rsid w:val="00C241C5"/>
    <w:rsid w:val="00C423A0"/>
    <w:rsid w:val="00C61512"/>
    <w:rsid w:val="00C90808"/>
    <w:rsid w:val="00CD00DF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D6C85"/>
    <w:rsid w:val="00EE1AD9"/>
    <w:rsid w:val="00EE1CFA"/>
    <w:rsid w:val="00EF5305"/>
    <w:rsid w:val="00F03423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87016-BA38-4FCE-98D5-3A821329C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FCA535F8.dotm</Template>
  <TotalTime>0</TotalTime>
  <Pages>4</Pages>
  <Words>811</Words>
  <Characters>746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2012-09-20T06:12:00Z</dcterms:created>
  <dcterms:modified xsi:type="dcterms:W3CDTF">2014-08-18T11:21:00Z</dcterms:modified>
</cp:coreProperties>
</file>