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>様式第</w:t>
      </w:r>
      <w:r w:rsidRPr="00057FAD">
        <w:rPr>
          <w:rFonts w:ascii="ＭＳ 明朝" w:hAnsi="ＭＳ 明朝"/>
        </w:rPr>
        <w:t>7</w:t>
      </w:r>
      <w:r w:rsidRPr="00057FAD">
        <w:rPr>
          <w:rFonts w:ascii="ＭＳ 明朝"/>
        </w:rPr>
        <w:t>-</w:t>
      </w:r>
      <w:r w:rsidRPr="00057FAD">
        <w:rPr>
          <w:rFonts w:ascii="ＭＳ 明朝" w:hAnsi="ＭＳ 明朝"/>
        </w:rPr>
        <w:t>4</w:t>
      </w:r>
      <w:r w:rsidRPr="00057FAD">
        <w:rPr>
          <w:rFonts w:ascii="ＭＳ 明朝" w:hAnsi="ＭＳ 明朝" w:hint="eastAsia"/>
        </w:rPr>
        <w:t>号（第</w:t>
      </w:r>
      <w:r w:rsidRPr="00057FAD">
        <w:rPr>
          <w:rFonts w:ascii="ＭＳ 明朝" w:hAnsi="ＭＳ 明朝"/>
        </w:rPr>
        <w:t>12</w:t>
      </w:r>
      <w:r w:rsidRPr="00057FAD">
        <w:rPr>
          <w:rFonts w:ascii="ＭＳ 明朝" w:hAnsi="ＭＳ 明朝" w:hint="eastAsia"/>
        </w:rPr>
        <w:t>条関係）</w:t>
      </w:r>
    </w:p>
    <w:p w:rsidR="00F01915" w:rsidRPr="00057FAD" w:rsidRDefault="00F01915">
      <w:pPr>
        <w:jc w:val="right"/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年　　月　　日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>公益財団法人　東京都中小企業振興公社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理　　事　　長　　　殿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 w:rsidP="00221E04">
      <w:pPr>
        <w:ind w:leftChars="2372" w:left="5218"/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〒　　　　　－　　　　　　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</w:t>
      </w:r>
    </w:p>
    <w:p w:rsidR="00F01915" w:rsidRPr="00057FAD" w:rsidRDefault="00F01915" w:rsidP="00221E04">
      <w:pPr>
        <w:ind w:firstLineChars="1700" w:firstLine="3740"/>
        <w:rPr>
          <w:rFonts w:ascii="ＭＳ 明朝"/>
        </w:rPr>
      </w:pPr>
      <w:r w:rsidRPr="00057FAD">
        <w:rPr>
          <w:rFonts w:ascii="ＭＳ 明朝" w:hAnsi="ＭＳ 明朝" w:hint="eastAsia"/>
        </w:rPr>
        <w:t>名　　　　　称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電　話　番　号　　　　　　　　　</w:t>
      </w:r>
    </w:p>
    <w:p w:rsidR="00F01915" w:rsidRPr="00057FAD" w:rsidRDefault="00F01915">
      <w:pPr>
        <w:rPr>
          <w:rFonts w:ascii="ＭＳ 明朝"/>
        </w:rPr>
      </w:pPr>
    </w:p>
    <w:p w:rsidR="00057FAD" w:rsidRDefault="00057FAD" w:rsidP="00057FAD">
      <w:pPr>
        <w:rPr>
          <w:rFonts w:ascii="ＭＳ 明朝"/>
        </w:rPr>
      </w:pPr>
    </w:p>
    <w:p w:rsidR="00F01915" w:rsidRPr="00057FAD" w:rsidRDefault="002A05D8" w:rsidP="00057FAD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平成２７</w:t>
      </w:r>
      <w:r w:rsidR="00F01915" w:rsidRPr="00057FAD">
        <w:rPr>
          <w:rFonts w:ascii="ＭＳ ゴシック" w:eastAsia="ＭＳ ゴシック" w:hAnsi="ＭＳ ゴシック" w:hint="eastAsia"/>
          <w:b/>
          <w:kern w:val="0"/>
          <w:sz w:val="24"/>
        </w:rPr>
        <w:t>年度中小企業経営・技術活性化助成事業実績報告書</w:t>
      </w:r>
    </w:p>
    <w:p w:rsidR="00F01915" w:rsidRPr="002A05D8" w:rsidRDefault="00F01915">
      <w:pPr>
        <w:rPr>
          <w:rFonts w:ascii="ＭＳ 明朝"/>
          <w:kern w:val="0"/>
        </w:rPr>
      </w:pPr>
    </w:p>
    <w:p w:rsidR="00F01915" w:rsidRPr="00057FAD" w:rsidRDefault="00F01915">
      <w:pPr>
        <w:rPr>
          <w:rFonts w:ascii="ＭＳ 明朝"/>
          <w:kern w:val="0"/>
        </w:rPr>
      </w:pPr>
    </w:p>
    <w:p w:rsidR="00F01915" w:rsidRPr="00057FAD" w:rsidRDefault="002A05D8" w:rsidP="00057FAD">
      <w:pPr>
        <w:pStyle w:val="a3"/>
        <w:ind w:firstLine="220"/>
        <w:rPr>
          <w:rFonts w:ascii="ＭＳ 明朝"/>
        </w:rPr>
      </w:pPr>
      <w:r>
        <w:rPr>
          <w:rFonts w:ascii="ＭＳ 明朝" w:hAnsi="ＭＳ 明朝" w:hint="eastAsia"/>
        </w:rPr>
        <w:t>平成２７</w:t>
      </w:r>
      <w:r w:rsidR="00F01915" w:rsidRPr="00057FAD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８</w:t>
      </w:r>
      <w:r w:rsidR="00F01915" w:rsidRPr="00057FAD">
        <w:rPr>
          <w:rFonts w:ascii="ＭＳ 明朝" w:hAnsi="ＭＳ 明朝" w:hint="eastAsia"/>
        </w:rPr>
        <w:t>月</w:t>
      </w:r>
      <w:r w:rsidR="00163CAD">
        <w:rPr>
          <w:rFonts w:ascii="ＭＳ 明朝" w:hAnsi="ＭＳ 明朝" w:hint="eastAsia"/>
        </w:rPr>
        <w:t>２０</w:t>
      </w:r>
      <w:r w:rsidR="00F01915" w:rsidRPr="00057FAD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２７</w:t>
      </w:r>
      <w:r w:rsidR="00F01915" w:rsidRPr="00057FAD">
        <w:rPr>
          <w:rFonts w:ascii="ＭＳ 明朝" w:hAnsi="ＭＳ 明朝" w:hint="eastAsia"/>
        </w:rPr>
        <w:t>東中企助第</w:t>
      </w:r>
      <w:r w:rsidR="00163CAD">
        <w:rPr>
          <w:rFonts w:ascii="ＭＳ 明朝" w:hAnsi="ＭＳ 明朝" w:hint="eastAsia"/>
        </w:rPr>
        <w:t>１０９２</w:t>
      </w:r>
      <w:bookmarkStart w:id="0" w:name="_GoBack"/>
      <w:bookmarkEnd w:id="0"/>
      <w:r w:rsidR="00F01915" w:rsidRPr="00057FAD">
        <w:rPr>
          <w:rFonts w:ascii="ＭＳ 明朝" w:hAnsi="ＭＳ 明朝" w:hint="eastAsia"/>
        </w:rPr>
        <w:t>号をもって交付決定の通知があった助成事業が完了したので、下記のとおり報告いたします。</w:t>
      </w:r>
    </w:p>
    <w:p w:rsidR="00F01915" w:rsidRPr="00057FAD" w:rsidRDefault="00F01915" w:rsidP="00221E04">
      <w:pPr>
        <w:ind w:firstLineChars="100" w:firstLine="220"/>
        <w:rPr>
          <w:rFonts w:ascii="ＭＳ 明朝"/>
        </w:rPr>
      </w:pPr>
    </w:p>
    <w:p w:rsidR="00F01915" w:rsidRPr="00057FAD" w:rsidRDefault="00F01915">
      <w:pPr>
        <w:pStyle w:val="a5"/>
        <w:rPr>
          <w:rFonts w:ascii="ＭＳ 明朝"/>
        </w:rPr>
      </w:pPr>
      <w:r w:rsidRPr="00057FAD">
        <w:rPr>
          <w:rFonts w:ascii="ＭＳ 明朝" w:hAnsi="ＭＳ 明朝" w:hint="eastAsia"/>
        </w:rPr>
        <w:t>記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1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事業区分　　　　　　製品開発着手支援助成事業</w:t>
      </w:r>
    </w:p>
    <w:p w:rsidR="00F01915" w:rsidRPr="00057FAD" w:rsidRDefault="00F01915">
      <w:pPr>
        <w:pStyle w:val="a7"/>
        <w:jc w:val="both"/>
        <w:rPr>
          <w:rFonts w:ascii="ＭＳ 明朝"/>
        </w:rPr>
      </w:pPr>
    </w:p>
    <w:p w:rsidR="00F01915" w:rsidRPr="00057FAD" w:rsidRDefault="00F01915">
      <w:pPr>
        <w:pStyle w:val="a7"/>
        <w:jc w:val="both"/>
        <w:rPr>
          <w:rFonts w:ascii="ＭＳ 明朝"/>
        </w:rPr>
      </w:pPr>
      <w:r w:rsidRPr="00057FAD">
        <w:rPr>
          <w:rFonts w:ascii="ＭＳ 明朝" w:hAnsi="ＭＳ 明朝"/>
        </w:rPr>
        <w:t>2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申請テーマ　〔　　　　　　　　　　　　　　　　　　　　　　　　　　　　　　〕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3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助成事業実施期間　　　　　　　　年　　　月　　　日～　　　　　年　　　月　　　日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4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助成事業実施内容及び成果・・・・・・・・・・（付表</w:t>
      </w:r>
      <w:r w:rsidRPr="00057FAD">
        <w:rPr>
          <w:rFonts w:ascii="ＭＳ 明朝" w:hAnsi="ＭＳ 明朝"/>
        </w:rPr>
        <w:t>1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5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助成対象資産表・・・・・・・・・・・・・・・（付表</w:t>
      </w:r>
      <w:r w:rsidRPr="00057FAD">
        <w:rPr>
          <w:rFonts w:ascii="ＭＳ 明朝" w:hAnsi="ＭＳ 明朝"/>
        </w:rPr>
        <w:t>2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 w:rsidP="00221E04">
      <w:pPr>
        <w:ind w:left="3960" w:hangingChars="1800" w:hanging="3960"/>
        <w:rPr>
          <w:rFonts w:ascii="ＭＳ 明朝"/>
        </w:rPr>
      </w:pPr>
      <w:r w:rsidRPr="00057FAD">
        <w:rPr>
          <w:rFonts w:ascii="ＭＳ 明朝" w:hAnsi="ＭＳ 明朝"/>
        </w:rPr>
        <w:t>6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提出書類　　　　ア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助成事業の実施に係る見積書、契約書、注文書・注文請書</w:t>
      </w:r>
    </w:p>
    <w:p w:rsidR="002A05D8" w:rsidRDefault="00F01915" w:rsidP="002A05D8">
      <w:pPr>
        <w:ind w:firstLineChars="1150" w:firstLine="2530"/>
        <w:rPr>
          <w:rFonts w:ascii="ＭＳ 明朝" w:hAnsi="ＭＳ 明朝"/>
        </w:rPr>
      </w:pPr>
      <w:r w:rsidRPr="00057FAD">
        <w:rPr>
          <w:rFonts w:ascii="ＭＳ 明朝" w:hAnsi="ＭＳ 明朝" w:hint="eastAsia"/>
        </w:rPr>
        <w:t>納品書、検収書、請求書、振込控、領収書等</w:t>
      </w:r>
    </w:p>
    <w:p w:rsidR="002A05D8" w:rsidRPr="002A05D8" w:rsidRDefault="002A05D8" w:rsidP="002A05D8">
      <w:pPr>
        <w:ind w:firstLineChars="1100" w:firstLine="2420"/>
        <w:rPr>
          <w:rFonts w:ascii="ＭＳ 明朝" w:hAnsi="ＭＳ 明朝"/>
        </w:rPr>
      </w:pPr>
    </w:p>
    <w:p w:rsidR="00F01915" w:rsidRPr="00057FAD" w:rsidRDefault="00F01915" w:rsidP="002A05D8">
      <w:pPr>
        <w:ind w:firstLineChars="950" w:firstLine="2090"/>
        <w:rPr>
          <w:rFonts w:ascii="ＭＳ 明朝"/>
        </w:rPr>
      </w:pPr>
      <w:r w:rsidRPr="00057FAD">
        <w:rPr>
          <w:rFonts w:ascii="ＭＳ 明朝" w:hAnsi="ＭＳ 明朝" w:hint="eastAsia"/>
        </w:rPr>
        <w:t>イ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助成事業の成果を明らかにするための</w:t>
      </w:r>
    </w:p>
    <w:p w:rsidR="00F01915" w:rsidRPr="00057FAD" w:rsidRDefault="002A05D8">
      <w:pPr>
        <w:rPr>
          <w:rFonts w:ascii="ＭＳ 明朝"/>
        </w:rPr>
        <w:sectPr w:rsidR="00F01915" w:rsidRPr="00057FA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F01915" w:rsidRPr="00057FAD">
        <w:rPr>
          <w:rFonts w:ascii="ＭＳ 明朝" w:hAnsi="ＭＳ 明朝" w:hint="eastAsia"/>
        </w:rPr>
        <w:t>①写真　②図面　③資料　④登録証・付随書　④報告書　等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lastRenderedPageBreak/>
        <w:t>様式</w:t>
      </w:r>
      <w:r w:rsidRPr="00057FAD">
        <w:rPr>
          <w:rFonts w:ascii="ＭＳ 明朝" w:hAnsi="ＭＳ 明朝"/>
        </w:rPr>
        <w:t>7</w:t>
      </w:r>
      <w:r w:rsidRPr="00057FAD">
        <w:rPr>
          <w:rFonts w:ascii="ＭＳ 明朝"/>
        </w:rPr>
        <w:t>-</w:t>
      </w:r>
      <w:r w:rsidRPr="00057FAD">
        <w:rPr>
          <w:rFonts w:ascii="ＭＳ 明朝" w:hAnsi="ＭＳ 明朝"/>
        </w:rPr>
        <w:t>4</w:t>
      </w:r>
      <w:r w:rsidRPr="00057FAD">
        <w:rPr>
          <w:rFonts w:ascii="ＭＳ 明朝" w:hAnsi="ＭＳ 明朝" w:hint="eastAsia"/>
        </w:rPr>
        <w:t>号（付表</w:t>
      </w:r>
      <w:r w:rsidRPr="00057FAD">
        <w:rPr>
          <w:rFonts w:ascii="ＭＳ 明朝" w:hAnsi="ＭＳ 明朝"/>
        </w:rPr>
        <w:t>1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 w:rsidP="001C26D7">
      <w:pPr>
        <w:pStyle w:val="a5"/>
        <w:rPr>
          <w:rFonts w:ascii="ＭＳ 明朝"/>
        </w:rPr>
      </w:pPr>
      <w:r w:rsidRPr="00057FAD">
        <w:rPr>
          <w:rFonts w:ascii="ＭＳ 明朝" w:hAnsi="ＭＳ 明朝" w:hint="eastAsia"/>
        </w:rPr>
        <w:t>助　成　事　業　実　施　内　容　及　び　成　果</w:t>
      </w:r>
    </w:p>
    <w:p w:rsidR="00F01915" w:rsidRPr="00057FAD" w:rsidRDefault="00F01915">
      <w:pPr>
        <w:jc w:val="center"/>
        <w:rPr>
          <w:rFonts w:asci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057FAD" w:rsidRPr="00057FAD">
        <w:trPr>
          <w:trHeight w:val="12932"/>
        </w:trPr>
        <w:tc>
          <w:tcPr>
            <w:tcW w:w="9195" w:type="dxa"/>
          </w:tcPr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/>
              </w:rPr>
              <w:t>1</w:t>
            </w:r>
            <w:r w:rsidRPr="00057FAD">
              <w:rPr>
                <w:rFonts w:ascii="ＭＳ 明朝" w:hAnsi="ＭＳ 明朝" w:hint="eastAsia"/>
              </w:rPr>
              <w:t xml:space="preserve">　助成事業実施内容及び成果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F01915" w:rsidRPr="00057FAD" w:rsidRDefault="00F01915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1</w:t>
            </w:r>
            <w:r w:rsidRPr="00057FAD">
              <w:rPr>
                <w:rFonts w:ascii="ＭＳ 明朝" w:hAnsi="ＭＳ 明朝" w:hint="eastAsia"/>
              </w:rPr>
              <w:t>）事業内容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2</w:t>
            </w:r>
            <w:r w:rsidRPr="00057FAD">
              <w:rPr>
                <w:rFonts w:ascii="ＭＳ 明朝" w:hAnsi="ＭＳ 明朝" w:hint="eastAsia"/>
              </w:rPr>
              <w:t>）事業の経過（日程を含む）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3</w:t>
            </w:r>
            <w:r w:rsidRPr="00057FAD">
              <w:rPr>
                <w:rFonts w:ascii="ＭＳ 明朝" w:hAnsi="ＭＳ 明朝" w:hint="eastAsia"/>
              </w:rPr>
              <w:t>）事業の成果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F01915" w:rsidRPr="00057FAD" w:rsidRDefault="00384243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（4）成果に対する今後の展開及び見通し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</w:tc>
      </w:tr>
    </w:tbl>
    <w:p w:rsidR="00F01915" w:rsidRPr="00057FAD" w:rsidRDefault="00F01915">
      <w:pPr>
        <w:widowControl/>
        <w:jc w:val="left"/>
        <w:sectPr w:rsidR="00F01915" w:rsidRPr="00057FAD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057FAD" w:rsidRDefault="00F01915" w:rsidP="00803C7D">
      <w:pPr>
        <w:snapToGrid w:val="0"/>
        <w:spacing w:line="360" w:lineRule="auto"/>
        <w:rPr>
          <w:rFonts w:ascii="ＭＳ 明朝"/>
          <w:szCs w:val="22"/>
        </w:rPr>
      </w:pPr>
      <w:r w:rsidRPr="00057FAD">
        <w:rPr>
          <w:rFonts w:ascii="ＭＳ 明朝" w:hAnsi="ＭＳ 明朝" w:hint="eastAsia"/>
          <w:szCs w:val="22"/>
        </w:rPr>
        <w:lastRenderedPageBreak/>
        <w:t>様式</w:t>
      </w:r>
      <w:r w:rsidRPr="00057FAD">
        <w:rPr>
          <w:rFonts w:ascii="ＭＳ 明朝" w:hAnsi="ＭＳ 明朝"/>
          <w:szCs w:val="22"/>
        </w:rPr>
        <w:t>7</w:t>
      </w:r>
      <w:r w:rsidRPr="00057FAD">
        <w:rPr>
          <w:rFonts w:ascii="ＭＳ 明朝"/>
          <w:szCs w:val="22"/>
        </w:rPr>
        <w:t>-</w:t>
      </w:r>
      <w:r w:rsidRPr="00057FAD">
        <w:rPr>
          <w:rFonts w:ascii="ＭＳ 明朝" w:hAnsi="ＭＳ 明朝"/>
          <w:szCs w:val="22"/>
        </w:rPr>
        <w:t>4</w:t>
      </w:r>
      <w:r w:rsidRPr="00057FAD">
        <w:rPr>
          <w:rFonts w:ascii="ＭＳ 明朝" w:hAnsi="ＭＳ 明朝" w:hint="eastAsia"/>
          <w:szCs w:val="22"/>
        </w:rPr>
        <w:t>号（付表</w:t>
      </w:r>
      <w:r w:rsidRPr="00057FAD">
        <w:rPr>
          <w:rFonts w:ascii="ＭＳ 明朝" w:hAnsi="ＭＳ 明朝"/>
          <w:szCs w:val="22"/>
        </w:rPr>
        <w:t>2</w:t>
      </w:r>
      <w:r w:rsidRPr="00057FAD">
        <w:rPr>
          <w:rFonts w:ascii="ＭＳ 明朝" w:hAnsi="ＭＳ 明朝" w:hint="eastAsia"/>
          <w:szCs w:val="22"/>
        </w:rPr>
        <w:t>）経営・技術活性化助成事業</w:t>
      </w:r>
    </w:p>
    <w:p w:rsidR="00F01915" w:rsidRPr="00057FAD" w:rsidRDefault="00F01915" w:rsidP="00221E04">
      <w:pPr>
        <w:snapToGrid w:val="0"/>
        <w:spacing w:line="360" w:lineRule="auto"/>
        <w:ind w:left="1078" w:hangingChars="490" w:hanging="1078"/>
        <w:rPr>
          <w:rFonts w:ascii="ＭＳ 明朝"/>
          <w:sz w:val="24"/>
        </w:rPr>
      </w:pPr>
      <w:r w:rsidRPr="00057FAD">
        <w:rPr>
          <w:rFonts w:hint="eastAsia"/>
        </w:rPr>
        <w:t xml:space="preserve">　　　　</w:t>
      </w:r>
      <w:r w:rsidRPr="00057FAD">
        <w:rPr>
          <w:rFonts w:ascii="ＭＳ 明朝" w:hAnsi="ＭＳ 明朝" w:hint="eastAsia"/>
          <w:sz w:val="24"/>
        </w:rPr>
        <w:t>助成対象資産表</w:t>
      </w:r>
      <w:r w:rsidRPr="00057FAD">
        <w:rPr>
          <w:rFonts w:ascii="ＭＳ 明朝" w:hAnsi="ＭＳ 明朝" w:hint="eastAsia"/>
          <w:szCs w:val="22"/>
        </w:rPr>
        <w:t>（成果物・試作品及び</w:t>
      </w:r>
      <w:r w:rsidRPr="00057FAD">
        <w:rPr>
          <w:rFonts w:ascii="ＭＳ 明朝" w:hAnsi="ＭＳ 明朝"/>
          <w:szCs w:val="22"/>
        </w:rPr>
        <w:t>50</w:t>
      </w:r>
      <w:r w:rsidRPr="00057FAD">
        <w:rPr>
          <w:rFonts w:ascii="ＭＳ 明朝" w:hAnsi="ＭＳ 明朝" w:hint="eastAsia"/>
          <w:szCs w:val="22"/>
        </w:rPr>
        <w:t>万円以上購入物一覧表）</w:t>
      </w:r>
    </w:p>
    <w:p w:rsidR="00F01915" w:rsidRPr="00057FAD" w:rsidRDefault="00F01915" w:rsidP="00221E04">
      <w:pPr>
        <w:spacing w:line="240" w:lineRule="exact"/>
        <w:ind w:left="1078" w:hangingChars="490" w:hanging="1078"/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057FAD" w:rsidRPr="00057FAD" w:rsidTr="00651302">
        <w:trPr>
          <w:trHeight w:val="411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057FAD">
              <w:rPr>
                <w:rFonts w:hint="eastAsia"/>
                <w:spacing w:val="80"/>
              </w:rPr>
              <w:t>成果物</w:t>
            </w:r>
            <w:r w:rsidR="00221E04" w:rsidRPr="00057FAD">
              <w:rPr>
                <w:rFonts w:hint="eastAsia"/>
                <w:spacing w:val="80"/>
              </w:rPr>
              <w:t>等</w:t>
            </w:r>
            <w:r w:rsidRPr="00057FAD">
              <w:rPr>
                <w:rFonts w:hint="eastAsia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pacing w:val="60"/>
              </w:rPr>
            </w:pPr>
            <w:r w:rsidRPr="00057FAD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zCs w:val="22"/>
              </w:rPr>
            </w:pPr>
            <w:r w:rsidRPr="00057FAD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zCs w:val="22"/>
              </w:rPr>
            </w:pPr>
            <w:r w:rsidRPr="00057FAD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pacing w:val="60"/>
              </w:rPr>
            </w:pPr>
            <w:r w:rsidRPr="00057FAD">
              <w:rPr>
                <w:rFonts w:hint="eastAsia"/>
                <w:spacing w:val="60"/>
              </w:rPr>
              <w:t>備考</w:t>
            </w:r>
          </w:p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</w:tbl>
    <w:p w:rsidR="00F01915" w:rsidRPr="00057FAD" w:rsidRDefault="00F01915" w:rsidP="00221E04">
      <w:pPr>
        <w:spacing w:line="360" w:lineRule="auto"/>
        <w:ind w:left="1078" w:hangingChars="490" w:hanging="1078"/>
      </w:pPr>
    </w:p>
    <w:p w:rsidR="00F01915" w:rsidRPr="00057FAD" w:rsidRDefault="00F01915" w:rsidP="00197BE1"/>
    <w:sectPr w:rsidR="00F01915" w:rsidRPr="00057FAD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15" w:rsidRDefault="00F01915" w:rsidP="00092B2A">
      <w:r>
        <w:separator/>
      </w:r>
    </w:p>
  </w:endnote>
  <w:endnote w:type="continuationSeparator" w:id="0">
    <w:p w:rsidR="00F01915" w:rsidRDefault="00F01915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15" w:rsidRDefault="00F01915" w:rsidP="00092B2A">
      <w:r>
        <w:separator/>
      </w:r>
    </w:p>
  </w:footnote>
  <w:footnote w:type="continuationSeparator" w:id="0">
    <w:p w:rsidR="00F01915" w:rsidRDefault="00F01915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291"/>
    <w:rsid w:val="00017B8A"/>
    <w:rsid w:val="00043F3D"/>
    <w:rsid w:val="000565ED"/>
    <w:rsid w:val="00057FAD"/>
    <w:rsid w:val="00067BF9"/>
    <w:rsid w:val="00092B2A"/>
    <w:rsid w:val="000A4E8A"/>
    <w:rsid w:val="000E4BE9"/>
    <w:rsid w:val="00160291"/>
    <w:rsid w:val="00163CAD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21E04"/>
    <w:rsid w:val="00230FC6"/>
    <w:rsid w:val="00251EAF"/>
    <w:rsid w:val="00283FD4"/>
    <w:rsid w:val="00291AEB"/>
    <w:rsid w:val="002A05D8"/>
    <w:rsid w:val="002A6F74"/>
    <w:rsid w:val="002F4C65"/>
    <w:rsid w:val="00312AA6"/>
    <w:rsid w:val="003359CE"/>
    <w:rsid w:val="00341EC8"/>
    <w:rsid w:val="00380CC0"/>
    <w:rsid w:val="00384243"/>
    <w:rsid w:val="003A26B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51302"/>
    <w:rsid w:val="0067299E"/>
    <w:rsid w:val="006C1B15"/>
    <w:rsid w:val="006F006B"/>
    <w:rsid w:val="00715039"/>
    <w:rsid w:val="00762C70"/>
    <w:rsid w:val="00803C7D"/>
    <w:rsid w:val="00833259"/>
    <w:rsid w:val="00865155"/>
    <w:rsid w:val="0086768A"/>
    <w:rsid w:val="00A07F52"/>
    <w:rsid w:val="00A10CA3"/>
    <w:rsid w:val="00A428DD"/>
    <w:rsid w:val="00A55682"/>
    <w:rsid w:val="00A66DFD"/>
    <w:rsid w:val="00A93CE5"/>
    <w:rsid w:val="00AC6BAD"/>
    <w:rsid w:val="00B0517C"/>
    <w:rsid w:val="00BC0F86"/>
    <w:rsid w:val="00BC7326"/>
    <w:rsid w:val="00BF5C45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B050B"/>
    <w:rsid w:val="00EB2D9A"/>
    <w:rsid w:val="00ED6C85"/>
    <w:rsid w:val="00EE1AD9"/>
    <w:rsid w:val="00EF5305"/>
    <w:rsid w:val="00F01915"/>
    <w:rsid w:val="00F03423"/>
    <w:rsid w:val="00F67105"/>
    <w:rsid w:val="00FA114F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uiPriority w:val="99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3B722FA1</Template>
  <TotalTime>1</TotalTime>
  <Pages>3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2012-09-20T06:12:00Z</dcterms:created>
  <dcterms:modified xsi:type="dcterms:W3CDTF">2015-08-20T07:35:00Z</dcterms:modified>
</cp:coreProperties>
</file>